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6037" w:rsidRPr="006400D3" w:rsidRDefault="00C36037" w:rsidP="00C36037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6400D3">
        <w:rPr>
          <w:rFonts w:ascii="Corbel" w:hAnsi="Corbel"/>
          <w:b/>
          <w:smallCaps/>
          <w:sz w:val="24"/>
          <w:szCs w:val="24"/>
        </w:rPr>
        <w:t>SYLABUS</w:t>
      </w:r>
    </w:p>
    <w:p w:rsidR="00C36037" w:rsidRPr="006400D3" w:rsidRDefault="00C36037" w:rsidP="00C3603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400D3">
        <w:rPr>
          <w:rFonts w:ascii="Corbel" w:hAnsi="Corbel"/>
          <w:b/>
          <w:smallCaps/>
          <w:sz w:val="24"/>
          <w:szCs w:val="24"/>
        </w:rPr>
        <w:t>dotyczy cyklu kształcenia 202</w:t>
      </w:r>
      <w:r w:rsidR="00C7344E">
        <w:rPr>
          <w:rFonts w:ascii="Corbel" w:hAnsi="Corbel"/>
          <w:b/>
          <w:smallCaps/>
          <w:sz w:val="24"/>
          <w:szCs w:val="24"/>
        </w:rPr>
        <w:t>1</w:t>
      </w:r>
      <w:r w:rsidRPr="006400D3">
        <w:rPr>
          <w:rFonts w:ascii="Corbel" w:hAnsi="Corbel"/>
          <w:b/>
          <w:smallCaps/>
          <w:sz w:val="24"/>
          <w:szCs w:val="24"/>
        </w:rPr>
        <w:t>-202</w:t>
      </w:r>
      <w:r w:rsidR="00C7344E">
        <w:rPr>
          <w:rFonts w:ascii="Corbel" w:hAnsi="Corbel"/>
          <w:b/>
          <w:smallCaps/>
          <w:sz w:val="24"/>
          <w:szCs w:val="24"/>
        </w:rPr>
        <w:t>6</w:t>
      </w:r>
      <w:r w:rsidRPr="006400D3">
        <w:rPr>
          <w:rFonts w:ascii="Corbel" w:hAnsi="Corbel"/>
          <w:i/>
          <w:sz w:val="24"/>
          <w:szCs w:val="24"/>
        </w:rPr>
        <w:t xml:space="preserve">                                </w:t>
      </w:r>
    </w:p>
    <w:p w:rsidR="00445970" w:rsidRPr="006400D3" w:rsidRDefault="00C36037" w:rsidP="00C3603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6400D3">
        <w:rPr>
          <w:rFonts w:ascii="Corbel" w:hAnsi="Corbel"/>
          <w:sz w:val="24"/>
          <w:szCs w:val="24"/>
        </w:rPr>
        <w:t xml:space="preserve">Rok akademicki </w:t>
      </w:r>
      <w:r w:rsidRPr="006400D3">
        <w:rPr>
          <w:rFonts w:ascii="Corbel" w:hAnsi="Corbel"/>
          <w:b/>
          <w:sz w:val="24"/>
          <w:szCs w:val="24"/>
        </w:rPr>
        <w:t>202</w:t>
      </w:r>
      <w:r w:rsidR="00C7344E">
        <w:rPr>
          <w:rFonts w:ascii="Corbel" w:hAnsi="Corbel"/>
          <w:b/>
          <w:sz w:val="24"/>
          <w:szCs w:val="24"/>
        </w:rPr>
        <w:t>2</w:t>
      </w:r>
      <w:r w:rsidRPr="006400D3">
        <w:rPr>
          <w:rFonts w:ascii="Corbel" w:hAnsi="Corbel"/>
          <w:b/>
          <w:sz w:val="24"/>
          <w:szCs w:val="24"/>
        </w:rPr>
        <w:t>/202</w:t>
      </w:r>
      <w:r w:rsidR="00C7344E">
        <w:rPr>
          <w:rFonts w:ascii="Corbel" w:hAnsi="Corbel"/>
          <w:b/>
          <w:sz w:val="24"/>
          <w:szCs w:val="24"/>
        </w:rPr>
        <w:t>3</w:t>
      </w:r>
      <w:bookmarkStart w:id="0" w:name="_GoBack"/>
      <w:bookmarkEnd w:id="0"/>
    </w:p>
    <w:p w:rsidR="0085747A" w:rsidRPr="006400D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400D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400D3">
        <w:rPr>
          <w:rFonts w:ascii="Corbel" w:hAnsi="Corbel"/>
          <w:szCs w:val="24"/>
        </w:rPr>
        <w:t xml:space="preserve">1. </w:t>
      </w:r>
      <w:r w:rsidR="0085747A" w:rsidRPr="006400D3">
        <w:rPr>
          <w:rFonts w:ascii="Corbel" w:hAnsi="Corbel"/>
          <w:szCs w:val="24"/>
        </w:rPr>
        <w:t xml:space="preserve">Podstawowe </w:t>
      </w:r>
      <w:r w:rsidR="00445970" w:rsidRPr="006400D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400D3" w:rsidTr="00B819C8">
        <w:tc>
          <w:tcPr>
            <w:tcW w:w="2694" w:type="dxa"/>
            <w:vAlign w:val="center"/>
          </w:tcPr>
          <w:p w:rsidR="0085747A" w:rsidRPr="006400D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400D3" w:rsidRDefault="00C36037" w:rsidP="00D867B5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r</w:t>
            </w:r>
            <w:r w:rsidR="000B1FE0" w:rsidRPr="006400D3">
              <w:rPr>
                <w:rFonts w:ascii="Corbel" w:hAnsi="Corbel"/>
                <w:sz w:val="24"/>
                <w:szCs w:val="24"/>
              </w:rPr>
              <w:t>ozwój psychoseksualny człowieka</w:t>
            </w:r>
          </w:p>
        </w:tc>
      </w:tr>
      <w:tr w:rsidR="00C36037" w:rsidRPr="006400D3" w:rsidTr="00B819C8">
        <w:tc>
          <w:tcPr>
            <w:tcW w:w="2694" w:type="dxa"/>
            <w:vAlign w:val="center"/>
          </w:tcPr>
          <w:p w:rsidR="00C36037" w:rsidRPr="006400D3" w:rsidRDefault="00C3603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C36037" w:rsidRPr="006400D3" w:rsidRDefault="00C3603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00D3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C36037" w:rsidRPr="006400D3" w:rsidTr="00B819C8">
        <w:tc>
          <w:tcPr>
            <w:tcW w:w="2694" w:type="dxa"/>
            <w:vAlign w:val="center"/>
          </w:tcPr>
          <w:p w:rsidR="00C36037" w:rsidRPr="006400D3" w:rsidRDefault="00C3603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C36037" w:rsidRPr="006400D3" w:rsidRDefault="00C3603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00D3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C36037" w:rsidRPr="006400D3" w:rsidTr="00B819C8">
        <w:tc>
          <w:tcPr>
            <w:tcW w:w="2694" w:type="dxa"/>
            <w:vAlign w:val="center"/>
          </w:tcPr>
          <w:p w:rsidR="00C36037" w:rsidRPr="006400D3" w:rsidRDefault="00C3603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36037" w:rsidRPr="006400D3" w:rsidRDefault="00C3603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00D3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C36037" w:rsidRPr="006400D3" w:rsidTr="00B819C8">
        <w:tc>
          <w:tcPr>
            <w:tcW w:w="2694" w:type="dxa"/>
            <w:vAlign w:val="center"/>
          </w:tcPr>
          <w:p w:rsidR="00C36037" w:rsidRPr="006400D3" w:rsidRDefault="00C3603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36037" w:rsidRPr="006400D3" w:rsidRDefault="00C3603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00D3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C36037" w:rsidRPr="006400D3" w:rsidTr="00B819C8">
        <w:tc>
          <w:tcPr>
            <w:tcW w:w="2694" w:type="dxa"/>
            <w:vAlign w:val="center"/>
          </w:tcPr>
          <w:p w:rsidR="00C36037" w:rsidRPr="006400D3" w:rsidRDefault="00C3603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36037" w:rsidRPr="006400D3" w:rsidRDefault="00C3603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00D3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36037" w:rsidRPr="006400D3" w:rsidTr="00B819C8">
        <w:tc>
          <w:tcPr>
            <w:tcW w:w="2694" w:type="dxa"/>
            <w:vAlign w:val="center"/>
          </w:tcPr>
          <w:p w:rsidR="00C36037" w:rsidRPr="006400D3" w:rsidRDefault="00C3603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36037" w:rsidRPr="006400D3" w:rsidRDefault="00C3603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00D3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36037" w:rsidRPr="006400D3" w:rsidTr="00B819C8">
        <w:tc>
          <w:tcPr>
            <w:tcW w:w="2694" w:type="dxa"/>
            <w:vAlign w:val="center"/>
          </w:tcPr>
          <w:p w:rsidR="00C36037" w:rsidRPr="006400D3" w:rsidRDefault="00C3603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36037" w:rsidRPr="006400D3" w:rsidRDefault="00C3603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00D3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C36037" w:rsidRPr="006400D3" w:rsidTr="00B819C8">
        <w:tc>
          <w:tcPr>
            <w:tcW w:w="2694" w:type="dxa"/>
            <w:vAlign w:val="center"/>
          </w:tcPr>
          <w:p w:rsidR="00C36037" w:rsidRPr="006400D3" w:rsidRDefault="00C3603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C36037" w:rsidRPr="006400D3" w:rsidRDefault="00C3603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00D3">
              <w:rPr>
                <w:rFonts w:ascii="Corbel" w:hAnsi="Corbel"/>
                <w:b w:val="0"/>
                <w:sz w:val="24"/>
                <w:szCs w:val="24"/>
              </w:rPr>
              <w:t xml:space="preserve">II rok, 3 semestr </w:t>
            </w:r>
          </w:p>
        </w:tc>
      </w:tr>
      <w:tr w:rsidR="00C36037" w:rsidRPr="006400D3" w:rsidTr="00B819C8">
        <w:tc>
          <w:tcPr>
            <w:tcW w:w="2694" w:type="dxa"/>
            <w:vAlign w:val="center"/>
          </w:tcPr>
          <w:p w:rsidR="00C36037" w:rsidRPr="006400D3" w:rsidRDefault="00C3603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36037" w:rsidRPr="006400D3" w:rsidRDefault="00C3603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00D3">
              <w:rPr>
                <w:rFonts w:ascii="Corbel" w:hAnsi="Corbel"/>
                <w:b w:val="0"/>
                <w:sz w:val="24"/>
                <w:szCs w:val="24"/>
              </w:rPr>
              <w:t>Moduł C. Kształcenie kierunkowe; Moduł C.1. Przygotowanie merytoryczne; przedmiot kierunkowy</w:t>
            </w:r>
          </w:p>
        </w:tc>
      </w:tr>
      <w:tr w:rsidR="00C36037" w:rsidRPr="006400D3" w:rsidTr="00B819C8">
        <w:tc>
          <w:tcPr>
            <w:tcW w:w="2694" w:type="dxa"/>
            <w:vAlign w:val="center"/>
          </w:tcPr>
          <w:p w:rsidR="00C36037" w:rsidRPr="006400D3" w:rsidRDefault="00C3603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36037" w:rsidRPr="006400D3" w:rsidRDefault="00C3603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00D3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C36037" w:rsidRPr="006400D3" w:rsidTr="00B819C8">
        <w:tc>
          <w:tcPr>
            <w:tcW w:w="2694" w:type="dxa"/>
            <w:vAlign w:val="center"/>
          </w:tcPr>
          <w:p w:rsidR="00C36037" w:rsidRPr="006400D3" w:rsidRDefault="00C3603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36037" w:rsidRPr="006400D3" w:rsidRDefault="00C3603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00D3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  <w:tr w:rsidR="00C36037" w:rsidRPr="006400D3" w:rsidTr="00B819C8">
        <w:tc>
          <w:tcPr>
            <w:tcW w:w="2694" w:type="dxa"/>
            <w:vAlign w:val="center"/>
          </w:tcPr>
          <w:p w:rsidR="00C36037" w:rsidRPr="006400D3" w:rsidRDefault="00C3603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36037" w:rsidRPr="006400D3" w:rsidRDefault="00C36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00D3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</w:tbl>
    <w:p w:rsidR="0085747A" w:rsidRPr="006400D3" w:rsidRDefault="0085747A" w:rsidP="007D08AD">
      <w:pPr>
        <w:pStyle w:val="Podpunkty"/>
        <w:ind w:left="0"/>
        <w:rPr>
          <w:rFonts w:ascii="Corbel" w:hAnsi="Corbel"/>
          <w:sz w:val="24"/>
          <w:szCs w:val="24"/>
        </w:rPr>
      </w:pPr>
      <w:r w:rsidRPr="006400D3">
        <w:rPr>
          <w:rFonts w:ascii="Corbel" w:hAnsi="Corbel"/>
          <w:sz w:val="24"/>
          <w:szCs w:val="24"/>
        </w:rPr>
        <w:t xml:space="preserve">* </w:t>
      </w:r>
      <w:r w:rsidRPr="006400D3">
        <w:rPr>
          <w:rFonts w:ascii="Corbel" w:hAnsi="Corbel"/>
          <w:i/>
          <w:sz w:val="24"/>
          <w:szCs w:val="24"/>
        </w:rPr>
        <w:t>-</w:t>
      </w:r>
      <w:r w:rsidR="00B90885" w:rsidRPr="006400D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400D3">
        <w:rPr>
          <w:rFonts w:ascii="Corbel" w:hAnsi="Corbel"/>
          <w:b w:val="0"/>
          <w:sz w:val="24"/>
          <w:szCs w:val="24"/>
        </w:rPr>
        <w:t>e,</w:t>
      </w:r>
      <w:r w:rsidRPr="006400D3">
        <w:rPr>
          <w:rFonts w:ascii="Corbel" w:hAnsi="Corbel"/>
          <w:i/>
          <w:sz w:val="24"/>
          <w:szCs w:val="24"/>
        </w:rPr>
        <w:t xml:space="preserve"> </w:t>
      </w:r>
      <w:r w:rsidRPr="006400D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400D3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6400D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6400D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400D3">
        <w:rPr>
          <w:rFonts w:ascii="Corbel" w:hAnsi="Corbel"/>
          <w:sz w:val="24"/>
          <w:szCs w:val="24"/>
        </w:rPr>
        <w:t>1.</w:t>
      </w:r>
      <w:r w:rsidR="00E22FBC" w:rsidRPr="006400D3">
        <w:rPr>
          <w:rFonts w:ascii="Corbel" w:hAnsi="Corbel"/>
          <w:sz w:val="24"/>
          <w:szCs w:val="24"/>
        </w:rPr>
        <w:t>1</w:t>
      </w:r>
      <w:r w:rsidRPr="006400D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6400D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29"/>
        <w:gridCol w:w="1545"/>
      </w:tblGrid>
      <w:tr w:rsidR="00015B8F" w:rsidRPr="006400D3" w:rsidTr="003E39E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400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00D3">
              <w:rPr>
                <w:rFonts w:ascii="Corbel" w:hAnsi="Corbel"/>
                <w:szCs w:val="24"/>
              </w:rPr>
              <w:t>Semestr</w:t>
            </w:r>
          </w:p>
          <w:p w:rsidR="00015B8F" w:rsidRPr="006400D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00D3">
              <w:rPr>
                <w:rFonts w:ascii="Corbel" w:hAnsi="Corbel"/>
                <w:szCs w:val="24"/>
              </w:rPr>
              <w:t>(</w:t>
            </w:r>
            <w:r w:rsidR="00363F78" w:rsidRPr="006400D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400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400D3">
              <w:rPr>
                <w:rFonts w:ascii="Corbel" w:hAnsi="Corbel"/>
                <w:szCs w:val="24"/>
              </w:rPr>
              <w:t>Wykł</w:t>
            </w:r>
            <w:proofErr w:type="spellEnd"/>
            <w:r w:rsidRPr="006400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400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00D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400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400D3">
              <w:rPr>
                <w:rFonts w:ascii="Corbel" w:hAnsi="Corbel"/>
                <w:szCs w:val="24"/>
              </w:rPr>
              <w:t>Konw</w:t>
            </w:r>
            <w:proofErr w:type="spellEnd"/>
            <w:r w:rsidRPr="006400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400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00D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400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400D3">
              <w:rPr>
                <w:rFonts w:ascii="Corbel" w:hAnsi="Corbel"/>
                <w:szCs w:val="24"/>
              </w:rPr>
              <w:t>Sem</w:t>
            </w:r>
            <w:proofErr w:type="spellEnd"/>
            <w:r w:rsidRPr="006400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400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00D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400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400D3">
              <w:rPr>
                <w:rFonts w:ascii="Corbel" w:hAnsi="Corbel"/>
                <w:szCs w:val="24"/>
              </w:rPr>
              <w:t>Prakt</w:t>
            </w:r>
            <w:proofErr w:type="spellEnd"/>
            <w:r w:rsidRPr="006400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400D3" w:rsidRDefault="00C36037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00D3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400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400D3">
              <w:rPr>
                <w:rFonts w:ascii="Corbel" w:hAnsi="Corbel"/>
                <w:b/>
                <w:szCs w:val="24"/>
              </w:rPr>
              <w:t>Liczba pkt</w:t>
            </w:r>
            <w:r w:rsidR="00B90885" w:rsidRPr="006400D3">
              <w:rPr>
                <w:rFonts w:ascii="Corbel" w:hAnsi="Corbel"/>
                <w:b/>
                <w:szCs w:val="24"/>
              </w:rPr>
              <w:t>.</w:t>
            </w:r>
            <w:r w:rsidRPr="006400D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400D3" w:rsidTr="003E39E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400D3" w:rsidRDefault="00C36037" w:rsidP="00C36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400D3" w:rsidRDefault="00112982" w:rsidP="00C36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400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400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400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400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400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400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400D3" w:rsidRDefault="00C360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400D3" w:rsidRDefault="00C360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6400D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6400D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6400D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400D3">
        <w:rPr>
          <w:rFonts w:ascii="Corbel" w:hAnsi="Corbel"/>
          <w:smallCaps w:val="0"/>
          <w:szCs w:val="24"/>
        </w:rPr>
        <w:t>1.</w:t>
      </w:r>
      <w:r w:rsidR="00E22FBC" w:rsidRPr="006400D3">
        <w:rPr>
          <w:rFonts w:ascii="Corbel" w:hAnsi="Corbel"/>
          <w:smallCaps w:val="0"/>
          <w:szCs w:val="24"/>
        </w:rPr>
        <w:t>2</w:t>
      </w:r>
      <w:r w:rsidR="00F83B28" w:rsidRPr="006400D3">
        <w:rPr>
          <w:rFonts w:ascii="Corbel" w:hAnsi="Corbel"/>
          <w:smallCaps w:val="0"/>
          <w:szCs w:val="24"/>
        </w:rPr>
        <w:t>.</w:t>
      </w:r>
      <w:r w:rsidR="00F83B28" w:rsidRPr="006400D3">
        <w:rPr>
          <w:rFonts w:ascii="Corbel" w:hAnsi="Corbel"/>
          <w:smallCaps w:val="0"/>
          <w:szCs w:val="24"/>
        </w:rPr>
        <w:tab/>
      </w:r>
      <w:r w:rsidRPr="006400D3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6400D3" w:rsidRDefault="00C36037" w:rsidP="00C3603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400D3">
        <w:rPr>
          <w:rFonts w:ascii="Corbel" w:eastAsia="MS Gothic" w:hAnsi="Corbel"/>
          <w:b w:val="0"/>
          <w:szCs w:val="24"/>
        </w:rPr>
        <w:sym w:font="Wingdings" w:char="F078"/>
      </w:r>
      <w:r w:rsidRPr="006400D3">
        <w:rPr>
          <w:rFonts w:ascii="Corbel" w:eastAsia="MS Gothic" w:hAnsi="Corbel"/>
          <w:b w:val="0"/>
          <w:szCs w:val="24"/>
        </w:rPr>
        <w:t xml:space="preserve"> </w:t>
      </w:r>
      <w:r w:rsidRPr="006400D3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6400D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400D3">
        <w:rPr>
          <w:rFonts w:ascii="MS Gothic" w:eastAsia="MS Gothic" w:hAnsi="MS Gothic" w:cs="MS Gothic" w:hint="eastAsia"/>
          <w:b w:val="0"/>
          <w:szCs w:val="24"/>
        </w:rPr>
        <w:t>☐</w:t>
      </w:r>
      <w:r w:rsidRPr="006400D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6400D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960BB" w:rsidRPr="006400D3" w:rsidRDefault="00E22FBC" w:rsidP="00C3603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400D3">
        <w:rPr>
          <w:rFonts w:ascii="Corbel" w:hAnsi="Corbel"/>
          <w:smallCaps w:val="0"/>
          <w:szCs w:val="24"/>
        </w:rPr>
        <w:t xml:space="preserve">1.3 </w:t>
      </w:r>
      <w:r w:rsidR="00F83B28" w:rsidRPr="006400D3">
        <w:rPr>
          <w:rFonts w:ascii="Corbel" w:hAnsi="Corbel"/>
          <w:smallCaps w:val="0"/>
          <w:szCs w:val="24"/>
        </w:rPr>
        <w:tab/>
      </w:r>
      <w:r w:rsidRPr="006400D3">
        <w:rPr>
          <w:rFonts w:ascii="Corbel" w:hAnsi="Corbel"/>
          <w:smallCaps w:val="0"/>
          <w:szCs w:val="24"/>
        </w:rPr>
        <w:t>For</w:t>
      </w:r>
      <w:r w:rsidR="00445970" w:rsidRPr="006400D3">
        <w:rPr>
          <w:rFonts w:ascii="Corbel" w:hAnsi="Corbel"/>
          <w:smallCaps w:val="0"/>
          <w:szCs w:val="24"/>
        </w:rPr>
        <w:t xml:space="preserve">ma zaliczenia przedmiotu </w:t>
      </w:r>
      <w:r w:rsidRPr="006400D3">
        <w:rPr>
          <w:rFonts w:ascii="Corbel" w:hAnsi="Corbel"/>
          <w:smallCaps w:val="0"/>
          <w:szCs w:val="24"/>
        </w:rPr>
        <w:t xml:space="preserve"> (z toku) </w:t>
      </w:r>
    </w:p>
    <w:p w:rsidR="00C36037" w:rsidRPr="006400D3" w:rsidRDefault="00C36037" w:rsidP="00C3603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400D3">
        <w:rPr>
          <w:rFonts w:ascii="Corbel" w:hAnsi="Corbel"/>
          <w:smallCaps w:val="0"/>
          <w:szCs w:val="24"/>
        </w:rPr>
        <w:tab/>
      </w:r>
      <w:r w:rsidRPr="006400D3">
        <w:rPr>
          <w:rFonts w:ascii="Corbel" w:hAnsi="Corbel"/>
          <w:b w:val="0"/>
          <w:smallCaps w:val="0"/>
          <w:szCs w:val="24"/>
        </w:rPr>
        <w:t>wykład: zaliczenie bez oceny</w:t>
      </w:r>
    </w:p>
    <w:p w:rsidR="00C36037" w:rsidRPr="006400D3" w:rsidRDefault="00C36037" w:rsidP="00C3603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400D3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:rsidR="00C36037" w:rsidRPr="006400D3" w:rsidRDefault="00C36037" w:rsidP="00C3603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6400D3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:rsidR="001F31B0" w:rsidRPr="006400D3" w:rsidRDefault="001F31B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6400D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400D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400D3" w:rsidTr="00745302">
        <w:tc>
          <w:tcPr>
            <w:tcW w:w="9670" w:type="dxa"/>
          </w:tcPr>
          <w:p w:rsidR="0085747A" w:rsidRPr="006400D3" w:rsidRDefault="003D6CE8" w:rsidP="00C36037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kurs z </w:t>
            </w:r>
            <w:r w:rsidR="000B1FE0" w:rsidRPr="006400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biomedycznych podstaw rozwoju człowieka</w:t>
            </w:r>
            <w:r w:rsidR="00C36037" w:rsidRPr="006400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edukacji zdrowotnej</w:t>
            </w:r>
            <w:r w:rsidRPr="006400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</w:p>
        </w:tc>
      </w:tr>
    </w:tbl>
    <w:p w:rsidR="00153C41" w:rsidRPr="006400D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400D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400D3">
        <w:rPr>
          <w:rFonts w:ascii="Corbel" w:hAnsi="Corbel"/>
          <w:szCs w:val="24"/>
        </w:rPr>
        <w:t>3.</w:t>
      </w:r>
      <w:r w:rsidR="0085747A" w:rsidRPr="006400D3">
        <w:rPr>
          <w:rFonts w:ascii="Corbel" w:hAnsi="Corbel"/>
          <w:szCs w:val="24"/>
        </w:rPr>
        <w:t xml:space="preserve"> </w:t>
      </w:r>
      <w:r w:rsidR="00A84C85" w:rsidRPr="006400D3">
        <w:rPr>
          <w:rFonts w:ascii="Corbel" w:hAnsi="Corbel"/>
          <w:szCs w:val="24"/>
        </w:rPr>
        <w:t>cele, efekty uczenia się</w:t>
      </w:r>
      <w:r w:rsidR="0085747A" w:rsidRPr="006400D3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6400D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6400D3" w:rsidRDefault="0071620A" w:rsidP="00C36037">
      <w:pPr>
        <w:pStyle w:val="Podpunkty"/>
        <w:rPr>
          <w:rFonts w:ascii="Corbel" w:hAnsi="Corbel"/>
          <w:sz w:val="24"/>
          <w:szCs w:val="24"/>
        </w:rPr>
      </w:pPr>
      <w:r w:rsidRPr="006400D3">
        <w:rPr>
          <w:rFonts w:ascii="Corbel" w:hAnsi="Corbel"/>
          <w:sz w:val="24"/>
          <w:szCs w:val="24"/>
        </w:rPr>
        <w:t xml:space="preserve">3.1 </w:t>
      </w:r>
      <w:r w:rsidR="00C05F44" w:rsidRPr="006400D3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6400D3" w:rsidTr="00B325B6">
        <w:tc>
          <w:tcPr>
            <w:tcW w:w="842" w:type="dxa"/>
            <w:vAlign w:val="center"/>
          </w:tcPr>
          <w:p w:rsidR="0085747A" w:rsidRPr="006400D3" w:rsidRDefault="0085747A" w:rsidP="00C3603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400D3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678" w:type="dxa"/>
            <w:vAlign w:val="center"/>
          </w:tcPr>
          <w:p w:rsidR="0077690E" w:rsidRPr="006400D3" w:rsidRDefault="00834A06" w:rsidP="00821EB7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6400D3">
              <w:rPr>
                <w:rFonts w:ascii="Corbel" w:hAnsi="Corbel"/>
                <w:b w:val="0"/>
                <w:sz w:val="24"/>
                <w:szCs w:val="24"/>
              </w:rPr>
              <w:t>Celem zajęć jest</w:t>
            </w:r>
            <w:r w:rsidR="000B1FE0" w:rsidRPr="006400D3">
              <w:rPr>
                <w:rFonts w:ascii="Corbel" w:hAnsi="Corbel"/>
                <w:b w:val="0"/>
                <w:sz w:val="24"/>
                <w:szCs w:val="24"/>
              </w:rPr>
              <w:t xml:space="preserve"> poznanie i zrozumienie specyfiki rozwoju psychoseksualnego człowieka we wszystkich fazach rozwoju. </w:t>
            </w:r>
            <w:r w:rsidR="00EA75DB" w:rsidRPr="006400D3">
              <w:rPr>
                <w:rFonts w:ascii="Corbel" w:hAnsi="Corbel"/>
                <w:b w:val="0"/>
                <w:sz w:val="24"/>
                <w:szCs w:val="24"/>
              </w:rPr>
              <w:t xml:space="preserve">Zajęcia mają na celu </w:t>
            </w:r>
            <w:r w:rsidR="00821EB7" w:rsidRPr="006400D3">
              <w:rPr>
                <w:rFonts w:ascii="Corbel" w:hAnsi="Corbel"/>
                <w:b w:val="0"/>
                <w:sz w:val="24"/>
                <w:szCs w:val="24"/>
              </w:rPr>
              <w:t xml:space="preserve">dostarczenia wiedzy na temat </w:t>
            </w:r>
            <w:r w:rsidR="00EA75DB" w:rsidRPr="006400D3">
              <w:rPr>
                <w:rFonts w:ascii="Corbel" w:hAnsi="Corbel"/>
                <w:b w:val="0"/>
                <w:sz w:val="24"/>
                <w:szCs w:val="24"/>
              </w:rPr>
              <w:t>wpływu społecznego oraz biologicznego na rozwój psychoseksualny oraz czy potrafi korzystać z tej wiedzy</w:t>
            </w:r>
            <w:r w:rsidR="0077690E" w:rsidRPr="006400D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6400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6400D3" w:rsidRDefault="009F4610" w:rsidP="00C3603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400D3">
        <w:rPr>
          <w:rFonts w:ascii="Corbel" w:hAnsi="Corbel"/>
          <w:b/>
          <w:sz w:val="24"/>
          <w:szCs w:val="24"/>
        </w:rPr>
        <w:t xml:space="preserve">3.2 </w:t>
      </w:r>
      <w:r w:rsidR="001D7B54" w:rsidRPr="006400D3">
        <w:rPr>
          <w:rFonts w:ascii="Corbel" w:hAnsi="Corbel"/>
          <w:b/>
          <w:sz w:val="24"/>
          <w:szCs w:val="24"/>
        </w:rPr>
        <w:t xml:space="preserve">Efekty </w:t>
      </w:r>
      <w:r w:rsidR="00C05F44" w:rsidRPr="006400D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400D3">
        <w:rPr>
          <w:rFonts w:ascii="Corbel" w:hAnsi="Corbel"/>
          <w:b/>
          <w:sz w:val="24"/>
          <w:szCs w:val="24"/>
        </w:rPr>
        <w:t>dla przedmiotu</w:t>
      </w:r>
      <w:r w:rsidR="00445970" w:rsidRPr="006400D3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6400D3" w:rsidTr="00112982">
        <w:tc>
          <w:tcPr>
            <w:tcW w:w="1675" w:type="dxa"/>
            <w:vAlign w:val="center"/>
          </w:tcPr>
          <w:p w:rsidR="0085747A" w:rsidRPr="006400D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00D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400D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400D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400D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:rsidR="0085747A" w:rsidRPr="006400D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400D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400D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:rsidR="0085747A" w:rsidRPr="006400D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400D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36037" w:rsidRPr="006400D3" w:rsidTr="00112982">
        <w:tc>
          <w:tcPr>
            <w:tcW w:w="1675" w:type="dxa"/>
            <w:vAlign w:val="center"/>
          </w:tcPr>
          <w:p w:rsidR="00C36037" w:rsidRPr="006400D3" w:rsidRDefault="00C36037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:rsidR="00C36037" w:rsidRPr="006400D3" w:rsidRDefault="00C3603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64" w:type="dxa"/>
            <w:vAlign w:val="center"/>
          </w:tcPr>
          <w:p w:rsidR="00C36037" w:rsidRPr="006400D3" w:rsidRDefault="00C3603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6400D3" w:rsidTr="00D06B1F">
        <w:tc>
          <w:tcPr>
            <w:tcW w:w="1675" w:type="dxa"/>
            <w:vAlign w:val="center"/>
          </w:tcPr>
          <w:p w:rsidR="00112982" w:rsidRPr="006400D3" w:rsidRDefault="0085747A" w:rsidP="00D06B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400D3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C36037" w:rsidRPr="006400D3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:rsidR="00112982" w:rsidRPr="006400D3" w:rsidRDefault="00112982" w:rsidP="00D06B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:rsidR="00074183" w:rsidRPr="006400D3" w:rsidRDefault="00C36037" w:rsidP="00D06B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074183" w:rsidRPr="006400D3">
              <w:rPr>
                <w:rFonts w:ascii="Corbel" w:hAnsi="Corbel"/>
                <w:b w:val="0"/>
                <w:smallCaps w:val="0"/>
                <w:szCs w:val="24"/>
              </w:rPr>
              <w:t>na i opisuje klasyczne i współczesne teorie rozwoju człowieka, wychowania, uczenia się i nauczania lub kształcenia, socjalizacji oraz różnorodne uwarunkowania tych procesów. Zna fazy rozwoju psychoseksualnego człowieka w tym orientuje się w zagadnieniach nieprawidłowości rozwoju seksualnego i potrafi wyjaśnić czym jest norma seksualna</w:t>
            </w:r>
          </w:p>
        </w:tc>
        <w:tc>
          <w:tcPr>
            <w:tcW w:w="1864" w:type="dxa"/>
            <w:vAlign w:val="center"/>
          </w:tcPr>
          <w:p w:rsidR="00B1607E" w:rsidRPr="006400D3" w:rsidRDefault="00B1607E" w:rsidP="00D06B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F7D7B" w:rsidRPr="006400D3" w:rsidRDefault="003F7D7B" w:rsidP="00D06B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PS.W2.</w:t>
            </w:r>
          </w:p>
          <w:p w:rsidR="003F7D7B" w:rsidRPr="006400D3" w:rsidRDefault="003F7D7B" w:rsidP="00D06B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F7D7B" w:rsidRPr="006400D3" w:rsidRDefault="003F7D7B" w:rsidP="00D06B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F7D7B" w:rsidRPr="006400D3" w:rsidRDefault="003F7D7B" w:rsidP="00D06B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607E" w:rsidRPr="006400D3" w:rsidRDefault="00B1607E" w:rsidP="00D06B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36037" w:rsidRPr="006400D3" w:rsidTr="00D06B1F">
        <w:tc>
          <w:tcPr>
            <w:tcW w:w="1675" w:type="dxa"/>
            <w:vAlign w:val="center"/>
          </w:tcPr>
          <w:p w:rsidR="00C36037" w:rsidRPr="006400D3" w:rsidRDefault="00C36037" w:rsidP="00D06B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:rsidR="00C36037" w:rsidRPr="006400D3" w:rsidRDefault="00C36037" w:rsidP="00D06B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36037" w:rsidRPr="006400D3" w:rsidRDefault="00C36037" w:rsidP="00D06B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:rsidR="00C36037" w:rsidRPr="006400D3" w:rsidRDefault="00C36037" w:rsidP="00D06B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szCs w:val="24"/>
              </w:rPr>
              <w:t>Zna podstawowe zagadnienia z zakresu rozwoju płciowego człowieka. Potrafi określić źródła problemów seksuologicznych i odnieść je do norm rozwoju seksualnego. Zna wiedze z zakresu chorób przenoszonych droga płciową jak uwarunkowań społecznym i zdrowotnych zachowań seksualnych. Ma pogłębioną wiedzę na temat aspektów wychowania seksualnego i profilaktyki zdrowia seksualnego.</w:t>
            </w:r>
          </w:p>
        </w:tc>
        <w:tc>
          <w:tcPr>
            <w:tcW w:w="1864" w:type="dxa"/>
            <w:vAlign w:val="center"/>
          </w:tcPr>
          <w:p w:rsidR="00C36037" w:rsidRPr="006400D3" w:rsidRDefault="00C36037" w:rsidP="00D06B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PS.W3.</w:t>
            </w:r>
          </w:p>
          <w:p w:rsidR="00C36037" w:rsidRPr="006400D3" w:rsidRDefault="00C36037" w:rsidP="00D06B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36037" w:rsidRPr="006400D3" w:rsidTr="00D06B1F">
        <w:tc>
          <w:tcPr>
            <w:tcW w:w="1675" w:type="dxa"/>
            <w:vAlign w:val="center"/>
          </w:tcPr>
          <w:p w:rsidR="00C36037" w:rsidRPr="006400D3" w:rsidRDefault="00C36037" w:rsidP="00D06B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:rsidR="00C36037" w:rsidRPr="006400D3" w:rsidRDefault="00C36037" w:rsidP="00D06B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:rsidR="00C36037" w:rsidRPr="006400D3" w:rsidRDefault="00C36037" w:rsidP="00D06B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szCs w:val="24"/>
              </w:rPr>
              <w:t>Potrafi wykorzystywać aktualne koncepcje psychologiczne i pedagogiczne w planowaniu, realizacji, monitorowaniu i ewaluacji procesu wychowania seksualnego</w:t>
            </w:r>
          </w:p>
        </w:tc>
        <w:tc>
          <w:tcPr>
            <w:tcW w:w="1864" w:type="dxa"/>
            <w:vAlign w:val="center"/>
          </w:tcPr>
          <w:p w:rsidR="00C36037" w:rsidRPr="006400D3" w:rsidRDefault="00C36037" w:rsidP="00D06B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PS.U5.</w:t>
            </w:r>
          </w:p>
          <w:p w:rsidR="00C36037" w:rsidRPr="006400D3" w:rsidRDefault="00C36037" w:rsidP="00D06B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36037" w:rsidRPr="006400D3" w:rsidTr="00D06B1F">
        <w:tc>
          <w:tcPr>
            <w:tcW w:w="1675" w:type="dxa"/>
            <w:vAlign w:val="center"/>
          </w:tcPr>
          <w:p w:rsidR="00C36037" w:rsidRPr="006400D3" w:rsidRDefault="00C36037" w:rsidP="00D06B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:rsidR="00C36037" w:rsidRPr="006400D3" w:rsidRDefault="00C36037" w:rsidP="00D06B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:rsidR="00C36037" w:rsidRPr="006400D3" w:rsidRDefault="00C36037" w:rsidP="00D06B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szCs w:val="24"/>
              </w:rPr>
              <w:t>Potrafi tworzyć odpowiednią aurę dla budowania relacji opartej na wzajemnym zaufaniu między wszystkimi podmiotami procesu wychowania seksualnego i kształcenia w tym zakresie, w tym rodzicami lub opiekunami uczniów, oraz włączania ich w działania sprzyjające efektywności edukacyjnej</w:t>
            </w:r>
          </w:p>
        </w:tc>
        <w:tc>
          <w:tcPr>
            <w:tcW w:w="1864" w:type="dxa"/>
            <w:vAlign w:val="center"/>
          </w:tcPr>
          <w:p w:rsidR="00C36037" w:rsidRPr="006400D3" w:rsidRDefault="00C36037" w:rsidP="00D06B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PS.K2.</w:t>
            </w:r>
          </w:p>
        </w:tc>
      </w:tr>
    </w:tbl>
    <w:p w:rsidR="0085747A" w:rsidRPr="006400D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400D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6400D3">
        <w:rPr>
          <w:rFonts w:ascii="Corbel" w:hAnsi="Corbel"/>
          <w:b/>
          <w:sz w:val="24"/>
          <w:szCs w:val="24"/>
        </w:rPr>
        <w:t>3.3</w:t>
      </w:r>
      <w:r w:rsidR="001D7B54" w:rsidRPr="006400D3">
        <w:rPr>
          <w:rFonts w:ascii="Corbel" w:hAnsi="Corbel"/>
          <w:b/>
          <w:sz w:val="24"/>
          <w:szCs w:val="24"/>
        </w:rPr>
        <w:t xml:space="preserve"> </w:t>
      </w:r>
      <w:r w:rsidR="0085747A" w:rsidRPr="006400D3">
        <w:rPr>
          <w:rFonts w:ascii="Corbel" w:hAnsi="Corbel"/>
          <w:b/>
          <w:sz w:val="24"/>
          <w:szCs w:val="24"/>
        </w:rPr>
        <w:t>T</w:t>
      </w:r>
      <w:r w:rsidR="001D7B54" w:rsidRPr="006400D3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400D3">
        <w:rPr>
          <w:rFonts w:ascii="Corbel" w:hAnsi="Corbel"/>
          <w:sz w:val="24"/>
          <w:szCs w:val="24"/>
        </w:rPr>
        <w:t xml:space="preserve">  </w:t>
      </w:r>
    </w:p>
    <w:p w:rsidR="00D06B1F" w:rsidRPr="006400D3" w:rsidRDefault="00D06B1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6400D3" w:rsidRDefault="0085747A" w:rsidP="00D06B1F">
      <w:pPr>
        <w:pStyle w:val="Akapitzlist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="Corbel" w:hAnsi="Corbel"/>
          <w:sz w:val="24"/>
          <w:szCs w:val="24"/>
        </w:rPr>
      </w:pPr>
      <w:r w:rsidRPr="006400D3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3AA3" w:rsidRPr="006400D3" w:rsidTr="00103AA3">
        <w:tc>
          <w:tcPr>
            <w:tcW w:w="9628" w:type="dxa"/>
          </w:tcPr>
          <w:p w:rsidR="00103AA3" w:rsidRPr="006400D3" w:rsidRDefault="00103AA3" w:rsidP="00103A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Treści merytoryczne</w:t>
            </w:r>
            <w:r w:rsidR="00D06B1F" w:rsidRPr="006400D3">
              <w:rPr>
                <w:rFonts w:ascii="Corbel" w:hAnsi="Corbel"/>
                <w:sz w:val="24"/>
                <w:szCs w:val="24"/>
              </w:rPr>
              <w:t>:</w:t>
            </w:r>
            <w:r w:rsidRPr="006400D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BE4861" w:rsidRPr="006400D3" w:rsidRDefault="00BE4861" w:rsidP="00103A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Przekazanie podstawowej wiedzy na temat problemów seksuologicznych okresu dojrzewania; uświadomienie studentom postaw wobec wychowania seksualnego i patologii seksualnych oraz problematyki HIV/AIDS; zapoznanie studentów z formami i metodami wychowania seksualnego; pomoc w nabywaniu kompetencji i umiejętności do dokonywania zmian we własnym stylu życia.</w:t>
            </w:r>
          </w:p>
          <w:p w:rsidR="00BE4861" w:rsidRPr="006400D3" w:rsidRDefault="00BE4861" w:rsidP="00103A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21EB7" w:rsidRPr="006400D3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lastRenderedPageBreak/>
              <w:t xml:space="preserve">W1: Wprowadzenie do </w:t>
            </w:r>
            <w:r w:rsidR="00821EB7" w:rsidRPr="006400D3">
              <w:rPr>
                <w:rFonts w:ascii="Corbel" w:hAnsi="Corbel"/>
                <w:sz w:val="24"/>
                <w:szCs w:val="24"/>
              </w:rPr>
              <w:t>seksuologii</w:t>
            </w:r>
            <w:r w:rsidR="00BE4861" w:rsidRPr="006400D3">
              <w:rPr>
                <w:rFonts w:ascii="Corbel" w:hAnsi="Corbel"/>
                <w:sz w:val="24"/>
                <w:szCs w:val="24"/>
              </w:rPr>
              <w:t>. Historia seksuologii (badania nad seksualnością).</w:t>
            </w:r>
          </w:p>
          <w:p w:rsidR="0077690E" w:rsidRPr="006400D3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 xml:space="preserve">W2: </w:t>
            </w:r>
            <w:r w:rsidR="00821EB7" w:rsidRPr="006400D3">
              <w:rPr>
                <w:rFonts w:ascii="Corbel" w:hAnsi="Corbel"/>
                <w:sz w:val="24"/>
                <w:szCs w:val="24"/>
              </w:rPr>
              <w:t xml:space="preserve">Fazy rozwoju psychoseksualnego. Norma </w:t>
            </w:r>
            <w:r w:rsidR="00BE4861" w:rsidRPr="006400D3">
              <w:rPr>
                <w:rFonts w:ascii="Corbel" w:hAnsi="Corbel"/>
                <w:sz w:val="24"/>
                <w:szCs w:val="24"/>
              </w:rPr>
              <w:t>seksuologiczna</w:t>
            </w:r>
          </w:p>
          <w:p w:rsidR="00BE4861" w:rsidRPr="006400D3" w:rsidRDefault="0077690E" w:rsidP="00BE48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 xml:space="preserve">W3: </w:t>
            </w:r>
            <w:r w:rsidR="00BE4861" w:rsidRPr="006400D3">
              <w:rPr>
                <w:rFonts w:ascii="Corbel" w:hAnsi="Corbel"/>
                <w:sz w:val="24"/>
                <w:szCs w:val="24"/>
              </w:rPr>
              <w:t xml:space="preserve">Zdrowie seksualne i reprodukcyjne. Prawa seksualne. </w:t>
            </w:r>
          </w:p>
          <w:p w:rsidR="00BE4861" w:rsidRPr="006400D3" w:rsidRDefault="00BE4861" w:rsidP="00BE48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W4,5,6 Metodologiczne i psychologiczne aspekty badań nad seksualnością.</w:t>
            </w:r>
          </w:p>
          <w:p w:rsidR="00BE4861" w:rsidRPr="006400D3" w:rsidRDefault="00BE4861" w:rsidP="00BE48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W7. Psychoseksualne uwarunkowania zachowań seksualnych. Orientacja psychoseksualna. MSM. Seksualność w cyklu życia człowieka.</w:t>
            </w:r>
          </w:p>
          <w:p w:rsidR="00103AA3" w:rsidRPr="006400D3" w:rsidRDefault="00BE4861" w:rsidP="00BE48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W8. Seksualność a społeczeństwo</w:t>
            </w:r>
            <w:r w:rsidR="00D06B1F" w:rsidRPr="006400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6400D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06B1F" w:rsidRPr="006400D3" w:rsidRDefault="00D06B1F" w:rsidP="00C268FB">
      <w:pPr>
        <w:spacing w:after="0" w:line="240" w:lineRule="auto"/>
        <w:rPr>
          <w:rFonts w:ascii="Corbel" w:hAnsi="Corbel"/>
          <w:sz w:val="24"/>
          <w:szCs w:val="24"/>
        </w:rPr>
      </w:pPr>
      <w:r w:rsidRPr="006400D3">
        <w:rPr>
          <w:rFonts w:ascii="Corbel" w:hAnsi="Corbel"/>
          <w:sz w:val="24"/>
          <w:szCs w:val="24"/>
        </w:rPr>
        <w:tab/>
        <w:t>B. Problematyka warsztatów: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06B1F" w:rsidRPr="006400D3" w:rsidTr="00D06B1F">
        <w:tc>
          <w:tcPr>
            <w:tcW w:w="9778" w:type="dxa"/>
          </w:tcPr>
          <w:p w:rsidR="00D06B1F" w:rsidRPr="006400D3" w:rsidRDefault="00D06B1F" w:rsidP="00D06B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 xml:space="preserve">Treści merytoryczne: </w:t>
            </w:r>
          </w:p>
          <w:p w:rsidR="00D06B1F" w:rsidRPr="006400D3" w:rsidRDefault="00D06B1F" w:rsidP="00D06B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Ć1, 2,  Praca z pacjentem seksuologicznym cz. 1.: Dysfunkcje seksualne. Zaburzenia preferencji seksualnych.</w:t>
            </w:r>
          </w:p>
          <w:p w:rsidR="00D06B1F" w:rsidRPr="006400D3" w:rsidRDefault="00D06B1F" w:rsidP="00D06B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 xml:space="preserve">Ć3, Seksualność człowieka w wymiarze psychologicznym, biologicznym społecznym i kulturowym. Wychowanie seksualne człowieka </w:t>
            </w:r>
          </w:p>
          <w:p w:rsidR="00D06B1F" w:rsidRPr="006400D3" w:rsidRDefault="00D06B1F" w:rsidP="00D06B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Ć4,5,6. Praca z pacjentem seksuologicznym cz.2: Przemoc seksualna wobec dzieci. Prostytucja i pornografia dziecięca. Praca z ofiarą i sprawcą przemocy seksualnej.</w:t>
            </w:r>
          </w:p>
          <w:p w:rsidR="00D06B1F" w:rsidRPr="006400D3" w:rsidRDefault="00D06B1F" w:rsidP="00D06B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Ć7,8. Praca z pacjentem seksuologicznym cz.3: Psychospołeczne aspekty epidemii HIV/AIDS.</w:t>
            </w:r>
          </w:p>
        </w:tc>
      </w:tr>
    </w:tbl>
    <w:p w:rsidR="0085747A" w:rsidRPr="006400D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400D3">
        <w:rPr>
          <w:rFonts w:ascii="Corbel" w:hAnsi="Corbel"/>
          <w:smallCaps w:val="0"/>
          <w:szCs w:val="24"/>
        </w:rPr>
        <w:t>3.4 Metody dydaktyczne</w:t>
      </w:r>
      <w:r w:rsidRPr="006400D3">
        <w:rPr>
          <w:rFonts w:ascii="Corbel" w:hAnsi="Corbel"/>
          <w:b w:val="0"/>
          <w:smallCaps w:val="0"/>
          <w:szCs w:val="24"/>
        </w:rPr>
        <w:t xml:space="preserve"> </w:t>
      </w:r>
    </w:p>
    <w:p w:rsidR="00D06B1F" w:rsidRPr="006400D3" w:rsidRDefault="00D06B1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6400D3">
        <w:rPr>
          <w:rFonts w:ascii="Corbel" w:hAnsi="Corbel"/>
          <w:b w:val="0"/>
          <w:smallCaps w:val="0"/>
          <w:szCs w:val="24"/>
        </w:rPr>
        <w:tab/>
      </w:r>
      <w:r w:rsidRPr="006400D3">
        <w:rPr>
          <w:rFonts w:ascii="Corbel" w:hAnsi="Corbel"/>
          <w:b w:val="0"/>
          <w:smallCaps w:val="0"/>
          <w:szCs w:val="24"/>
        </w:rPr>
        <w:tab/>
        <w:t xml:space="preserve"> wykład: w</w:t>
      </w:r>
      <w:r w:rsidR="00EC6AEC" w:rsidRPr="006400D3">
        <w:rPr>
          <w:rFonts w:ascii="Corbel" w:hAnsi="Corbel"/>
          <w:b w:val="0"/>
          <w:bCs/>
          <w:smallCaps w:val="0"/>
          <w:szCs w:val="24"/>
        </w:rPr>
        <w:t>ykład problemowy</w:t>
      </w:r>
    </w:p>
    <w:p w:rsidR="00E960BB" w:rsidRPr="006400D3" w:rsidRDefault="00D06B1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6400D3">
        <w:rPr>
          <w:rFonts w:ascii="Corbel" w:hAnsi="Corbel"/>
          <w:b w:val="0"/>
          <w:bCs/>
          <w:smallCaps w:val="0"/>
          <w:szCs w:val="24"/>
        </w:rPr>
        <w:tab/>
      </w:r>
      <w:r w:rsidRPr="006400D3">
        <w:rPr>
          <w:rFonts w:ascii="Corbel" w:hAnsi="Corbel"/>
          <w:b w:val="0"/>
          <w:bCs/>
          <w:smallCaps w:val="0"/>
          <w:szCs w:val="24"/>
        </w:rPr>
        <w:tab/>
      </w:r>
      <w:r w:rsidR="003E39E4" w:rsidRPr="006400D3">
        <w:rPr>
          <w:rFonts w:ascii="Corbel" w:hAnsi="Corbel"/>
          <w:b w:val="0"/>
          <w:bCs/>
          <w:smallCaps w:val="0"/>
          <w:szCs w:val="24"/>
        </w:rPr>
        <w:t xml:space="preserve"> </w:t>
      </w:r>
      <w:r w:rsidRPr="006400D3">
        <w:rPr>
          <w:rFonts w:ascii="Corbel" w:hAnsi="Corbel"/>
          <w:b w:val="0"/>
          <w:bCs/>
          <w:smallCaps w:val="0"/>
          <w:szCs w:val="24"/>
        </w:rPr>
        <w:t>warsztaty: dyskusja, projekt,</w:t>
      </w:r>
      <w:r w:rsidR="00C268FB" w:rsidRPr="006400D3">
        <w:rPr>
          <w:rFonts w:ascii="Corbel" w:hAnsi="Corbel"/>
          <w:b w:val="0"/>
          <w:bCs/>
          <w:smallCaps w:val="0"/>
          <w:szCs w:val="24"/>
        </w:rPr>
        <w:t xml:space="preserve"> </w:t>
      </w:r>
      <w:r w:rsidRPr="006400D3">
        <w:rPr>
          <w:rFonts w:ascii="Corbel" w:hAnsi="Corbel"/>
          <w:b w:val="0"/>
          <w:smallCaps w:val="0"/>
          <w:szCs w:val="24"/>
        </w:rPr>
        <w:t>analiza przypadków</w:t>
      </w:r>
      <w:r w:rsidRPr="006400D3">
        <w:rPr>
          <w:rFonts w:ascii="Corbel" w:hAnsi="Corbel"/>
          <w:b w:val="0"/>
          <w:bCs/>
          <w:smallCaps w:val="0"/>
          <w:szCs w:val="24"/>
        </w:rPr>
        <w:t xml:space="preserve"> </w:t>
      </w:r>
    </w:p>
    <w:p w:rsidR="00E960BB" w:rsidRPr="006400D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400D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400D3">
        <w:rPr>
          <w:rFonts w:ascii="Corbel" w:hAnsi="Corbel"/>
          <w:smallCaps w:val="0"/>
          <w:szCs w:val="24"/>
        </w:rPr>
        <w:t xml:space="preserve">4. </w:t>
      </w:r>
      <w:r w:rsidR="0085747A" w:rsidRPr="006400D3">
        <w:rPr>
          <w:rFonts w:ascii="Corbel" w:hAnsi="Corbel"/>
          <w:smallCaps w:val="0"/>
          <w:szCs w:val="24"/>
        </w:rPr>
        <w:t>METODY I KRYTERIA OCENY</w:t>
      </w:r>
      <w:r w:rsidR="009F4610" w:rsidRPr="006400D3">
        <w:rPr>
          <w:rFonts w:ascii="Corbel" w:hAnsi="Corbel"/>
          <w:smallCaps w:val="0"/>
          <w:szCs w:val="24"/>
        </w:rPr>
        <w:t xml:space="preserve"> </w:t>
      </w:r>
    </w:p>
    <w:p w:rsidR="00923D7D" w:rsidRPr="006400D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400D3" w:rsidRDefault="0085747A" w:rsidP="00C268F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400D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400D3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268"/>
        <w:gridCol w:w="2409"/>
      </w:tblGrid>
      <w:tr w:rsidR="0085747A" w:rsidRPr="006400D3" w:rsidTr="00C268FB">
        <w:tc>
          <w:tcPr>
            <w:tcW w:w="1962" w:type="dxa"/>
            <w:vAlign w:val="center"/>
          </w:tcPr>
          <w:p w:rsidR="0085747A" w:rsidRPr="006400D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68" w:type="dxa"/>
            <w:vAlign w:val="center"/>
          </w:tcPr>
          <w:p w:rsidR="0085747A" w:rsidRPr="006400D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6400D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400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409" w:type="dxa"/>
            <w:vAlign w:val="center"/>
          </w:tcPr>
          <w:p w:rsidR="0085747A" w:rsidRPr="006400D3" w:rsidRDefault="0085747A" w:rsidP="00C268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6400D3" w:rsidTr="00C268FB">
        <w:tc>
          <w:tcPr>
            <w:tcW w:w="1962" w:type="dxa"/>
          </w:tcPr>
          <w:p w:rsidR="0085747A" w:rsidRPr="006400D3" w:rsidRDefault="0085747A" w:rsidP="00C268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6400D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400D3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268" w:type="dxa"/>
          </w:tcPr>
          <w:p w:rsidR="0085747A" w:rsidRPr="006400D3" w:rsidRDefault="00A4392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00D3">
              <w:rPr>
                <w:rFonts w:ascii="Corbel" w:hAnsi="Corbel"/>
                <w:b w:val="0"/>
                <w:szCs w:val="24"/>
              </w:rPr>
              <w:t xml:space="preserve">egzamin i Projekt </w:t>
            </w:r>
          </w:p>
        </w:tc>
        <w:tc>
          <w:tcPr>
            <w:tcW w:w="2409" w:type="dxa"/>
          </w:tcPr>
          <w:p w:rsidR="0085747A" w:rsidRPr="006400D3" w:rsidRDefault="00103AA3" w:rsidP="00C26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00D3">
              <w:rPr>
                <w:rFonts w:ascii="Corbel" w:hAnsi="Corbel"/>
                <w:b w:val="0"/>
                <w:szCs w:val="24"/>
              </w:rPr>
              <w:t>w</w:t>
            </w:r>
            <w:r w:rsidR="00C268FB" w:rsidRPr="006400D3">
              <w:rPr>
                <w:rFonts w:ascii="Corbel" w:hAnsi="Corbel"/>
                <w:b w:val="0"/>
                <w:szCs w:val="24"/>
              </w:rPr>
              <w:t>ykład, warsztaty</w:t>
            </w:r>
          </w:p>
        </w:tc>
      </w:tr>
      <w:tr w:rsidR="0085747A" w:rsidRPr="006400D3" w:rsidTr="00C268FB">
        <w:tc>
          <w:tcPr>
            <w:tcW w:w="1962" w:type="dxa"/>
          </w:tcPr>
          <w:p w:rsidR="0085747A" w:rsidRPr="006400D3" w:rsidRDefault="0085747A" w:rsidP="00C268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400D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268" w:type="dxa"/>
          </w:tcPr>
          <w:p w:rsidR="0085747A" w:rsidRPr="006400D3" w:rsidRDefault="00A4392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00D3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409" w:type="dxa"/>
          </w:tcPr>
          <w:p w:rsidR="0085747A" w:rsidRPr="006400D3" w:rsidRDefault="00C268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00D3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103AA3" w:rsidRPr="006400D3" w:rsidTr="00C268FB">
        <w:tc>
          <w:tcPr>
            <w:tcW w:w="1962" w:type="dxa"/>
          </w:tcPr>
          <w:p w:rsidR="00103AA3" w:rsidRPr="006400D3" w:rsidRDefault="00103AA3" w:rsidP="00C268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400D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268" w:type="dxa"/>
          </w:tcPr>
          <w:p w:rsidR="00103AA3" w:rsidRPr="006400D3" w:rsidRDefault="00A4392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00D3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409" w:type="dxa"/>
          </w:tcPr>
          <w:p w:rsidR="00103AA3" w:rsidRPr="006400D3" w:rsidRDefault="00C268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00D3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103AA3" w:rsidRPr="006400D3" w:rsidTr="00C268FB">
        <w:tc>
          <w:tcPr>
            <w:tcW w:w="1962" w:type="dxa"/>
          </w:tcPr>
          <w:p w:rsidR="00103AA3" w:rsidRPr="006400D3" w:rsidRDefault="00103AA3" w:rsidP="00C268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400D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268" w:type="dxa"/>
          </w:tcPr>
          <w:p w:rsidR="00103AA3" w:rsidRPr="006400D3" w:rsidRDefault="00A4392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00D3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409" w:type="dxa"/>
          </w:tcPr>
          <w:p w:rsidR="00103AA3" w:rsidRPr="006400D3" w:rsidRDefault="00C268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00D3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</w:tbl>
    <w:p w:rsidR="00923D7D" w:rsidRPr="006400D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6400D3" w:rsidRDefault="003E1941" w:rsidP="00C268F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400D3">
        <w:rPr>
          <w:rFonts w:ascii="Corbel" w:hAnsi="Corbel"/>
          <w:smallCaps w:val="0"/>
          <w:szCs w:val="24"/>
        </w:rPr>
        <w:t xml:space="preserve">4.2 </w:t>
      </w:r>
      <w:r w:rsidR="0085747A" w:rsidRPr="006400D3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400D3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400D3" w:rsidTr="00923D7D">
        <w:tc>
          <w:tcPr>
            <w:tcW w:w="9670" w:type="dxa"/>
          </w:tcPr>
          <w:p w:rsidR="00A43920" w:rsidRPr="006400D3" w:rsidRDefault="00EC6AEC" w:rsidP="00C268F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szCs w:val="24"/>
              </w:rPr>
              <w:t xml:space="preserve">Wykład </w:t>
            </w:r>
            <w:r w:rsidR="00C268FB" w:rsidRPr="006400D3">
              <w:rPr>
                <w:rFonts w:ascii="Corbel" w:hAnsi="Corbel"/>
                <w:b w:val="0"/>
                <w:smallCaps w:val="0"/>
                <w:szCs w:val="24"/>
              </w:rPr>
              <w:t>i warsztaty</w:t>
            </w:r>
            <w:r w:rsidR="00A43920" w:rsidRPr="006400D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400D3">
              <w:rPr>
                <w:rFonts w:ascii="Corbel" w:hAnsi="Corbel"/>
                <w:b w:val="0"/>
                <w:smallCaps w:val="0"/>
                <w:szCs w:val="24"/>
              </w:rPr>
              <w:t>kończ</w:t>
            </w:r>
            <w:r w:rsidR="00A43920" w:rsidRPr="006400D3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6400D3">
              <w:rPr>
                <w:rFonts w:ascii="Corbel" w:hAnsi="Corbel"/>
                <w:b w:val="0"/>
                <w:smallCaps w:val="0"/>
                <w:szCs w:val="24"/>
              </w:rPr>
              <w:t xml:space="preserve"> się zaliczeniem</w:t>
            </w:r>
            <w:r w:rsidR="00A43920" w:rsidRPr="006400D3">
              <w:rPr>
                <w:rFonts w:ascii="Corbel" w:hAnsi="Corbel"/>
                <w:b w:val="0"/>
                <w:smallCaps w:val="0"/>
                <w:szCs w:val="24"/>
              </w:rPr>
              <w:t>. Student zobowiązany jest w pierwsz</w:t>
            </w:r>
            <w:r w:rsidR="00C268FB" w:rsidRPr="006400D3">
              <w:rPr>
                <w:rFonts w:ascii="Corbel" w:hAnsi="Corbel"/>
                <w:b w:val="0"/>
                <w:smallCaps w:val="0"/>
                <w:szCs w:val="24"/>
              </w:rPr>
              <w:t>ej kolejności zaliczyć warsztaty</w:t>
            </w:r>
            <w:r w:rsidR="00A43920" w:rsidRPr="006400D3">
              <w:rPr>
                <w:rFonts w:ascii="Corbel" w:hAnsi="Corbel"/>
                <w:b w:val="0"/>
                <w:smallCaps w:val="0"/>
                <w:szCs w:val="24"/>
              </w:rPr>
              <w:t xml:space="preserve"> w formie przygotowanego projektu badawczego. Projekt to </w:t>
            </w:r>
            <w:r w:rsidR="00074183" w:rsidRPr="006400D3">
              <w:rPr>
                <w:rFonts w:ascii="Corbel" w:hAnsi="Corbel"/>
                <w:b w:val="0"/>
                <w:smallCaps w:val="0"/>
                <w:szCs w:val="24"/>
              </w:rPr>
              <w:t>omówienie przypadków klinicznych pacjentów seksuologicznych i zaprojektowanie oddziaływań wpierających i edukacyjnych</w:t>
            </w:r>
            <w:r w:rsidR="00A43920" w:rsidRPr="006400D3">
              <w:rPr>
                <w:rFonts w:ascii="Corbel" w:hAnsi="Corbel"/>
                <w:b w:val="0"/>
                <w:smallCaps w:val="0"/>
                <w:szCs w:val="24"/>
              </w:rPr>
              <w:t>. Następnie student podchodzi do egzaminu pisemnego.</w:t>
            </w:r>
          </w:p>
          <w:p w:rsidR="00EC6AEC" w:rsidRPr="006400D3" w:rsidRDefault="00EC6AEC" w:rsidP="00C268F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szCs w:val="24"/>
              </w:rPr>
              <w:t xml:space="preserve">Student otrzymuje do przygotowania zestaw </w:t>
            </w:r>
            <w:r w:rsidR="00A43920" w:rsidRPr="006400D3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6400D3">
              <w:rPr>
                <w:rFonts w:ascii="Corbel" w:hAnsi="Corbel"/>
                <w:b w:val="0"/>
                <w:smallCaps w:val="0"/>
                <w:szCs w:val="24"/>
              </w:rPr>
              <w:t xml:space="preserve">0 pytań. Z tych pytań zostaje ułożony test składający się z pytań otwartych. 60% pozytywnych odpowiedzi gwarantuje zaliczenie modułu na poziomie oceny </w:t>
            </w:r>
            <w:proofErr w:type="spellStart"/>
            <w:r w:rsidRPr="006400D3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6400D3">
              <w:rPr>
                <w:rFonts w:ascii="Corbel" w:hAnsi="Corbel"/>
                <w:b w:val="0"/>
                <w:smallCaps w:val="0"/>
                <w:szCs w:val="24"/>
              </w:rPr>
              <w:t xml:space="preserve">. Ocena </w:t>
            </w:r>
            <w:proofErr w:type="spellStart"/>
            <w:r w:rsidRPr="006400D3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C268FB" w:rsidRPr="006400D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6400D3">
              <w:rPr>
                <w:rFonts w:ascii="Corbel" w:hAnsi="Corbel"/>
                <w:b w:val="0"/>
                <w:smallCaps w:val="0"/>
                <w:szCs w:val="24"/>
              </w:rPr>
              <w:t xml:space="preserve"> plus 70% dobra 80% dobra plus 85% bardzo dobra 90– 100%</w:t>
            </w:r>
          </w:p>
        </w:tc>
      </w:tr>
    </w:tbl>
    <w:p w:rsidR="0085747A" w:rsidRPr="006400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400D3" w:rsidRDefault="0085747A" w:rsidP="00C268F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400D3">
        <w:rPr>
          <w:rFonts w:ascii="Corbel" w:hAnsi="Corbel"/>
          <w:b/>
          <w:sz w:val="24"/>
          <w:szCs w:val="24"/>
        </w:rPr>
        <w:t xml:space="preserve">5. </w:t>
      </w:r>
      <w:r w:rsidR="00C61DC5" w:rsidRPr="006400D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400D3" w:rsidTr="003E1941">
        <w:tc>
          <w:tcPr>
            <w:tcW w:w="4962" w:type="dxa"/>
            <w:vAlign w:val="center"/>
          </w:tcPr>
          <w:p w:rsidR="0085747A" w:rsidRPr="006400D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400D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400D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400D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6400D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400D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400D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400D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400D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400D3" w:rsidTr="00923D7D">
        <w:tc>
          <w:tcPr>
            <w:tcW w:w="4962" w:type="dxa"/>
          </w:tcPr>
          <w:p w:rsidR="0085747A" w:rsidRPr="006400D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G</w:t>
            </w:r>
            <w:r w:rsidR="0085747A" w:rsidRPr="006400D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400D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400D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400D3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400D3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400D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400D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6400D3" w:rsidRDefault="00074183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400D3" w:rsidTr="00923D7D">
        <w:tc>
          <w:tcPr>
            <w:tcW w:w="4962" w:type="dxa"/>
          </w:tcPr>
          <w:p w:rsidR="00C61DC5" w:rsidRPr="006400D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400D3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C268FB" w:rsidRPr="006400D3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6400D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lastRenderedPageBreak/>
              <w:t>udział w konsultacjach, egzaminie</w:t>
            </w:r>
          </w:p>
        </w:tc>
        <w:tc>
          <w:tcPr>
            <w:tcW w:w="4677" w:type="dxa"/>
          </w:tcPr>
          <w:p w:rsidR="00C61DC5" w:rsidRPr="006400D3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lastRenderedPageBreak/>
              <w:t>10</w:t>
            </w:r>
          </w:p>
        </w:tc>
      </w:tr>
      <w:tr w:rsidR="00C61DC5" w:rsidRPr="006400D3" w:rsidTr="00923D7D">
        <w:tc>
          <w:tcPr>
            <w:tcW w:w="4962" w:type="dxa"/>
          </w:tcPr>
          <w:p w:rsidR="0071620A" w:rsidRPr="006400D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400D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400D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268FB" w:rsidRPr="006400D3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6400D3" w:rsidRDefault="00C61DC5" w:rsidP="00C26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 xml:space="preserve">przygotowanie do zajęć, egzaminu, </w:t>
            </w:r>
            <w:r w:rsidR="00C268FB" w:rsidRPr="006400D3">
              <w:rPr>
                <w:rFonts w:ascii="Corbel" w:hAnsi="Corbel"/>
                <w:sz w:val="24"/>
                <w:szCs w:val="24"/>
              </w:rPr>
              <w:t>przygotowanie projektu.</w:t>
            </w:r>
          </w:p>
        </w:tc>
        <w:tc>
          <w:tcPr>
            <w:tcW w:w="4677" w:type="dxa"/>
          </w:tcPr>
          <w:p w:rsidR="00C61DC5" w:rsidRPr="006400D3" w:rsidRDefault="00074183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6400D3" w:rsidTr="00923D7D">
        <w:tc>
          <w:tcPr>
            <w:tcW w:w="4962" w:type="dxa"/>
          </w:tcPr>
          <w:p w:rsidR="0085747A" w:rsidRPr="006400D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6400D3" w:rsidRDefault="00074183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6400D3" w:rsidTr="00923D7D">
        <w:tc>
          <w:tcPr>
            <w:tcW w:w="4962" w:type="dxa"/>
          </w:tcPr>
          <w:p w:rsidR="0085747A" w:rsidRPr="006400D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400D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6400D3" w:rsidRDefault="00074183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400D3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6400D3" w:rsidRDefault="00923D7D" w:rsidP="00707481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6400D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400D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707481" w:rsidRPr="006400D3" w:rsidRDefault="00707481" w:rsidP="007074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400D3" w:rsidRPr="006400D3" w:rsidRDefault="006400D3" w:rsidP="006400D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400D3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5528"/>
      </w:tblGrid>
      <w:tr w:rsidR="006400D3" w:rsidRPr="006400D3" w:rsidTr="00245E5B">
        <w:trPr>
          <w:trHeight w:val="397"/>
        </w:trPr>
        <w:tc>
          <w:tcPr>
            <w:tcW w:w="4111" w:type="dxa"/>
          </w:tcPr>
          <w:p w:rsidR="006400D3" w:rsidRPr="006400D3" w:rsidRDefault="006400D3" w:rsidP="00245E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6400D3" w:rsidRPr="006400D3" w:rsidRDefault="006400D3" w:rsidP="00245E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6400D3" w:rsidRPr="006400D3" w:rsidTr="00245E5B">
        <w:trPr>
          <w:trHeight w:val="397"/>
        </w:trPr>
        <w:tc>
          <w:tcPr>
            <w:tcW w:w="4111" w:type="dxa"/>
          </w:tcPr>
          <w:p w:rsidR="006400D3" w:rsidRPr="006400D3" w:rsidRDefault="006400D3" w:rsidP="00245E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6400D3" w:rsidRPr="006400D3" w:rsidRDefault="006400D3" w:rsidP="00245E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6400D3" w:rsidRPr="006400D3" w:rsidRDefault="006400D3" w:rsidP="006400D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00D3" w:rsidRPr="006400D3" w:rsidRDefault="006400D3" w:rsidP="006400D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400D3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400D3" w:rsidRPr="006400D3" w:rsidTr="00245E5B">
        <w:trPr>
          <w:trHeight w:val="397"/>
        </w:trPr>
        <w:tc>
          <w:tcPr>
            <w:tcW w:w="9639" w:type="dxa"/>
          </w:tcPr>
          <w:p w:rsidR="006400D3" w:rsidRPr="006400D3" w:rsidRDefault="006400D3" w:rsidP="00245E5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400D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400D3" w:rsidRPr="006400D3" w:rsidRDefault="006400D3" w:rsidP="00245E5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6400D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Beisert M. (1991), </w:t>
            </w:r>
            <w:r w:rsidRPr="006400D3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Seks</w:t>
            </w:r>
            <w:r w:rsidRPr="006400D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</w:t>
            </w:r>
            <w:r w:rsidRPr="006400D3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twojego dziecka</w:t>
            </w:r>
            <w:r w:rsidRPr="006400D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, K. </w:t>
            </w:r>
            <w:proofErr w:type="spellStart"/>
            <w:r w:rsidRPr="006400D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Domke</w:t>
            </w:r>
            <w:proofErr w:type="spellEnd"/>
            <w:r w:rsidRPr="006400D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, Poznań.</w:t>
            </w:r>
          </w:p>
          <w:p w:rsidR="006400D3" w:rsidRPr="006400D3" w:rsidRDefault="006400D3" w:rsidP="00245E5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6400D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Beisert M., red. (2004), </w:t>
            </w:r>
            <w:r w:rsidRPr="006400D3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Seksualność w cyklu życia człowieka</w:t>
            </w:r>
            <w:r w:rsidRPr="006400D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, Wydawnictwo K. </w:t>
            </w:r>
            <w:proofErr w:type="spellStart"/>
            <w:r w:rsidRPr="006400D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Domke</w:t>
            </w:r>
            <w:proofErr w:type="spellEnd"/>
            <w:r w:rsidRPr="006400D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, Poznań.</w:t>
            </w:r>
          </w:p>
          <w:p w:rsidR="006400D3" w:rsidRPr="006400D3" w:rsidRDefault="006400D3" w:rsidP="00245E5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6400D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Brzezińska A. (2005), </w:t>
            </w:r>
            <w:r w:rsidRPr="006400D3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Jak myślimy o rozwoju człowieka?</w:t>
            </w:r>
            <w:r w:rsidRPr="006400D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, [w:] A. </w:t>
            </w:r>
            <w:proofErr w:type="spellStart"/>
            <w:r w:rsidRPr="006400D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Brezińska</w:t>
            </w:r>
            <w:proofErr w:type="spellEnd"/>
            <w:r w:rsidRPr="006400D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, </w:t>
            </w:r>
            <w:r w:rsidRPr="006400D3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Psychologiczne portrety człowieka. Praktyczna psychologia rozwojowa</w:t>
            </w:r>
            <w:r w:rsidRPr="006400D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(s. 5-21), GWP, Gdańsk.</w:t>
            </w:r>
          </w:p>
          <w:p w:rsidR="006400D3" w:rsidRPr="006400D3" w:rsidRDefault="006400D3" w:rsidP="00245E5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val="en-GB" w:eastAsia="pl-PL"/>
              </w:rPr>
            </w:pPr>
            <w:r w:rsidRPr="006400D3">
              <w:rPr>
                <w:rFonts w:ascii="Corbel" w:eastAsia="Times New Roman" w:hAnsi="Corbel"/>
                <w:kern w:val="36"/>
                <w:sz w:val="24"/>
                <w:szCs w:val="24"/>
                <w:lang w:val="en-GB" w:eastAsia="pl-PL"/>
              </w:rPr>
              <w:t xml:space="preserve">Bussey K., Bandura A. (1999), </w:t>
            </w:r>
            <w:r w:rsidRPr="006400D3">
              <w:rPr>
                <w:rFonts w:ascii="Corbel" w:eastAsia="Times New Roman" w:hAnsi="Corbel"/>
                <w:i/>
                <w:kern w:val="36"/>
                <w:sz w:val="24"/>
                <w:szCs w:val="24"/>
                <w:lang w:val="en-GB" w:eastAsia="pl-PL"/>
              </w:rPr>
              <w:t xml:space="preserve">Social cognitive theory of gender development and </w:t>
            </w:r>
            <w:proofErr w:type="spellStart"/>
            <w:r w:rsidRPr="006400D3">
              <w:rPr>
                <w:rFonts w:ascii="Corbel" w:eastAsia="Times New Roman" w:hAnsi="Corbel"/>
                <w:i/>
                <w:kern w:val="36"/>
                <w:sz w:val="24"/>
                <w:szCs w:val="24"/>
                <w:lang w:val="en-GB" w:eastAsia="pl-PL"/>
              </w:rPr>
              <w:t>differentation</w:t>
            </w:r>
            <w:proofErr w:type="spellEnd"/>
            <w:r w:rsidRPr="006400D3">
              <w:rPr>
                <w:rFonts w:ascii="Corbel" w:eastAsia="Times New Roman" w:hAnsi="Corbel"/>
                <w:kern w:val="36"/>
                <w:sz w:val="24"/>
                <w:szCs w:val="24"/>
                <w:lang w:val="en-GB" w:eastAsia="pl-PL"/>
              </w:rPr>
              <w:t>, „Psychological Review”, 106, 676-713.</w:t>
            </w:r>
          </w:p>
          <w:p w:rsidR="006400D3" w:rsidRPr="006400D3" w:rsidRDefault="006400D3" w:rsidP="00245E5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6400D3">
              <w:rPr>
                <w:rFonts w:ascii="Corbel" w:eastAsia="Times New Roman" w:hAnsi="Corbel"/>
                <w:kern w:val="36"/>
                <w:sz w:val="24"/>
                <w:szCs w:val="24"/>
                <w:lang w:val="en-GB" w:eastAsia="pl-PL"/>
              </w:rPr>
              <w:t xml:space="preserve">Cohen L., Manion L., Morison K. (2007), </w:t>
            </w:r>
            <w:r w:rsidRPr="006400D3">
              <w:rPr>
                <w:rFonts w:ascii="Corbel" w:eastAsia="Times New Roman" w:hAnsi="Corbel"/>
                <w:i/>
                <w:kern w:val="36"/>
                <w:sz w:val="24"/>
                <w:szCs w:val="24"/>
                <w:lang w:val="en-GB" w:eastAsia="pl-PL"/>
              </w:rPr>
              <w:t>Research Method in Education</w:t>
            </w:r>
            <w:r w:rsidRPr="006400D3">
              <w:rPr>
                <w:rFonts w:ascii="Corbel" w:eastAsia="Times New Roman" w:hAnsi="Corbel"/>
                <w:kern w:val="36"/>
                <w:sz w:val="24"/>
                <w:szCs w:val="24"/>
                <w:lang w:val="en-GB" w:eastAsia="pl-PL"/>
              </w:rPr>
              <w:t xml:space="preserve">. </w:t>
            </w:r>
            <w:r w:rsidRPr="006400D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6th ed., </w:t>
            </w:r>
            <w:proofErr w:type="spellStart"/>
            <w:r w:rsidRPr="006400D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Routledge</w:t>
            </w:r>
            <w:proofErr w:type="spellEnd"/>
            <w:r w:rsidRPr="006400D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London, New York.</w:t>
            </w:r>
          </w:p>
          <w:p w:rsidR="006400D3" w:rsidRPr="006400D3" w:rsidRDefault="006400D3" w:rsidP="00245E5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6400D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Długołęcka A. (2006), </w:t>
            </w:r>
            <w:r w:rsidRPr="006400D3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Rozwój psychoseksualny – pierwsze 7 lat życia</w:t>
            </w:r>
            <w:r w:rsidRPr="006400D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, [w:] Z. Lew-Starowicz, A. Długołęcka, </w:t>
            </w:r>
            <w:r w:rsidRPr="006400D3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Edukacja seksualna</w:t>
            </w:r>
            <w:r w:rsidRPr="006400D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, Świat Książki, Warszawa.</w:t>
            </w:r>
          </w:p>
          <w:p w:rsidR="006400D3" w:rsidRPr="006400D3" w:rsidRDefault="006400D3" w:rsidP="00245E5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6400D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Izdebski Z. (1992), </w:t>
            </w:r>
            <w:r w:rsidRPr="006400D3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Seksualizm dzieci i młodzieży w Polsce. Raport z badań</w:t>
            </w:r>
            <w:r w:rsidRPr="006400D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, Wyższa Szkoła Pedagogiczna, Zielona Góra.</w:t>
            </w:r>
          </w:p>
          <w:p w:rsidR="006400D3" w:rsidRPr="006400D3" w:rsidRDefault="006400D3" w:rsidP="00245E5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6400D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Izdebski Z. (2012), </w:t>
            </w:r>
            <w:r w:rsidRPr="006400D3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Seksualność Polaków na początku XXI wieku, Studium badawcze</w:t>
            </w:r>
            <w:r w:rsidRPr="006400D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, Uniwersytet </w:t>
            </w:r>
            <w:proofErr w:type="spellStart"/>
            <w:r w:rsidRPr="006400D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Jagieloński</w:t>
            </w:r>
            <w:proofErr w:type="spellEnd"/>
            <w:r w:rsidRPr="006400D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, Kraków.</w:t>
            </w:r>
          </w:p>
          <w:p w:rsidR="006400D3" w:rsidRPr="006400D3" w:rsidRDefault="006400D3" w:rsidP="00245E5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6400D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Rubacha K. (2008), </w:t>
            </w:r>
            <w:r w:rsidRPr="006400D3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Metodologia badań nad edukacją</w:t>
            </w:r>
            <w:r w:rsidRPr="006400D3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, Wydawnictwa Akademickie i Profesjonalne, Warszawa.</w:t>
            </w:r>
          </w:p>
        </w:tc>
      </w:tr>
      <w:tr w:rsidR="006400D3" w:rsidRPr="006400D3" w:rsidTr="00245E5B">
        <w:trPr>
          <w:trHeight w:val="397"/>
        </w:trPr>
        <w:tc>
          <w:tcPr>
            <w:tcW w:w="9639" w:type="dxa"/>
          </w:tcPr>
          <w:p w:rsidR="006400D3" w:rsidRPr="006400D3" w:rsidRDefault="006400D3" w:rsidP="00245E5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400D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6400D3" w:rsidRPr="006400D3" w:rsidRDefault="006400D3" w:rsidP="00245E5B">
            <w:pPr>
              <w:pStyle w:val="Punktygwne"/>
              <w:numPr>
                <w:ilvl w:val="0"/>
                <w:numId w:val="7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Izdebski Z. (2000), </w:t>
            </w:r>
            <w:r w:rsidRPr="006400D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Wiedza, przekonania o HIV/AIDS w społeczeństwie polskim. Zachowania seksualne</w:t>
            </w:r>
            <w:r w:rsidRPr="006400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Warszawa.</w:t>
            </w:r>
          </w:p>
          <w:p w:rsidR="006400D3" w:rsidRPr="006400D3" w:rsidRDefault="006400D3" w:rsidP="00245E5B">
            <w:pPr>
              <w:pStyle w:val="Punktygwne"/>
              <w:numPr>
                <w:ilvl w:val="0"/>
                <w:numId w:val="7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Izdebski Z., Ostrowska A. (2003), </w:t>
            </w:r>
            <w:r w:rsidRPr="006400D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Seks po polsku</w:t>
            </w:r>
            <w:r w:rsidRPr="006400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Muza S.A., Warszawa</w:t>
            </w:r>
          </w:p>
          <w:p w:rsidR="006400D3" w:rsidRPr="006400D3" w:rsidRDefault="006400D3" w:rsidP="00245E5B">
            <w:pPr>
              <w:pStyle w:val="Punktygwne"/>
              <w:numPr>
                <w:ilvl w:val="0"/>
                <w:numId w:val="7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Lew-Starowicz Z. (2000), </w:t>
            </w:r>
            <w:r w:rsidRPr="006400D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Seksuologia wieku dziecięcego i okresu dojrzewania</w:t>
            </w:r>
            <w:r w:rsidRPr="006400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w: A. </w:t>
            </w:r>
            <w:proofErr w:type="spellStart"/>
            <w:r w:rsidRPr="006400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Popielarska</w:t>
            </w:r>
            <w:proofErr w:type="spellEnd"/>
            <w:r w:rsidRPr="006400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M. </w:t>
            </w:r>
            <w:proofErr w:type="spellStart"/>
            <w:r w:rsidRPr="006400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Popielarska</w:t>
            </w:r>
            <w:proofErr w:type="spellEnd"/>
            <w:r w:rsidRPr="006400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6400D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Psychiatria wieku rozwojowego</w:t>
            </w:r>
            <w:r w:rsidRPr="006400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Wydawnictwa Lekarskie PZWL, Warszawa.</w:t>
            </w:r>
          </w:p>
          <w:p w:rsidR="006400D3" w:rsidRPr="006400D3" w:rsidRDefault="006400D3" w:rsidP="00245E5B">
            <w:pPr>
              <w:pStyle w:val="Punktygwne"/>
              <w:numPr>
                <w:ilvl w:val="0"/>
                <w:numId w:val="7"/>
              </w:numPr>
              <w:spacing w:before="0" w:after="0"/>
              <w:ind w:left="714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Zielona-</w:t>
            </w:r>
            <w:proofErr w:type="spellStart"/>
            <w:r w:rsidRPr="006400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Jenek</w:t>
            </w:r>
            <w:proofErr w:type="spellEnd"/>
            <w:r w:rsidRPr="006400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M., Chodecka, A. (2017). </w:t>
            </w:r>
            <w:r w:rsidRPr="006400D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Problematyka badań nad rozwojem psychoseksualnym dzieci</w:t>
            </w:r>
            <w:r w:rsidRPr="006400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W: E. Łodygowska, E. </w:t>
            </w:r>
            <w:proofErr w:type="spellStart"/>
            <w:r w:rsidRPr="006400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Pieńskowska</w:t>
            </w:r>
            <w:proofErr w:type="spellEnd"/>
            <w:r w:rsidRPr="006400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 </w:t>
            </w:r>
            <w:r w:rsidRPr="006400D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wieku rozwojowego. Norma – nietypowość – patologia</w:t>
            </w:r>
            <w:r w:rsidRPr="006400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Szczecin: Volumina.pl. (s. 163-182).</w:t>
            </w:r>
          </w:p>
        </w:tc>
      </w:tr>
    </w:tbl>
    <w:p w:rsidR="006400D3" w:rsidRPr="006400D3" w:rsidRDefault="006400D3" w:rsidP="006400D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00D3" w:rsidRPr="006400D3" w:rsidRDefault="006400D3" w:rsidP="006400D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400D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7D08AD" w:rsidRPr="006400D3" w:rsidRDefault="007D08AD" w:rsidP="00707481">
      <w:pPr>
        <w:pStyle w:val="Punktygwne"/>
        <w:spacing w:before="0" w:after="0"/>
        <w:rPr>
          <w:rFonts w:ascii="Corbel" w:hAnsi="Corbel"/>
          <w:smallCaps w:val="0"/>
          <w:szCs w:val="24"/>
        </w:rPr>
        <w:sectPr w:rsidR="007D08AD" w:rsidRPr="006400D3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A4677" w:rsidRPr="006400D3" w:rsidRDefault="008A4677" w:rsidP="006400D3">
      <w:pPr>
        <w:pStyle w:val="Punktygwne"/>
        <w:spacing w:before="0" w:after="0"/>
        <w:rPr>
          <w:rFonts w:ascii="Corbel" w:hAnsi="Corbel"/>
          <w:szCs w:val="24"/>
        </w:rPr>
      </w:pPr>
    </w:p>
    <w:sectPr w:rsidR="008A4677" w:rsidRPr="006400D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446F" w:rsidRDefault="0035446F" w:rsidP="00C16ABF">
      <w:pPr>
        <w:spacing w:after="0" w:line="240" w:lineRule="auto"/>
      </w:pPr>
      <w:r>
        <w:separator/>
      </w:r>
    </w:p>
  </w:endnote>
  <w:endnote w:type="continuationSeparator" w:id="0">
    <w:p w:rsidR="0035446F" w:rsidRDefault="0035446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446F" w:rsidRDefault="0035446F" w:rsidP="00C16ABF">
      <w:pPr>
        <w:spacing w:after="0" w:line="240" w:lineRule="auto"/>
      </w:pPr>
      <w:r>
        <w:separator/>
      </w:r>
    </w:p>
  </w:footnote>
  <w:footnote w:type="continuationSeparator" w:id="0">
    <w:p w:rsidR="0035446F" w:rsidRDefault="0035446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20679"/>
    <w:multiLevelType w:val="hybridMultilevel"/>
    <w:tmpl w:val="0A6AD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3582E"/>
    <w:multiLevelType w:val="hybridMultilevel"/>
    <w:tmpl w:val="2BEA1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0E3AC0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A542C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B67C0"/>
    <w:multiLevelType w:val="hybridMultilevel"/>
    <w:tmpl w:val="028E4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A905D53"/>
    <w:multiLevelType w:val="hybridMultilevel"/>
    <w:tmpl w:val="EAE843D2"/>
    <w:lvl w:ilvl="0" w:tplc="2F8A2A2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3F49F9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9870B48"/>
    <w:multiLevelType w:val="hybridMultilevel"/>
    <w:tmpl w:val="125A8B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11"/>
  </w:num>
  <w:num w:numId="5">
    <w:abstractNumId w:val="0"/>
  </w:num>
  <w:num w:numId="6">
    <w:abstractNumId w:val="8"/>
  </w:num>
  <w:num w:numId="7">
    <w:abstractNumId w:val="7"/>
  </w:num>
  <w:num w:numId="8">
    <w:abstractNumId w:val="1"/>
  </w:num>
  <w:num w:numId="9">
    <w:abstractNumId w:val="5"/>
  </w:num>
  <w:num w:numId="10">
    <w:abstractNumId w:val="3"/>
  </w:num>
  <w:num w:numId="11">
    <w:abstractNumId w:val="12"/>
  </w:num>
  <w:num w:numId="12">
    <w:abstractNumId w:val="10"/>
  </w:num>
  <w:num w:numId="13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52D"/>
    <w:rsid w:val="00070ED6"/>
    <w:rsid w:val="00074183"/>
    <w:rsid w:val="000742DC"/>
    <w:rsid w:val="00084C12"/>
    <w:rsid w:val="0008757E"/>
    <w:rsid w:val="0009462C"/>
    <w:rsid w:val="00094B12"/>
    <w:rsid w:val="00096C46"/>
    <w:rsid w:val="000A296F"/>
    <w:rsid w:val="000A2A28"/>
    <w:rsid w:val="000A3CDF"/>
    <w:rsid w:val="000B192D"/>
    <w:rsid w:val="000B1FE0"/>
    <w:rsid w:val="000B28EE"/>
    <w:rsid w:val="000B3E37"/>
    <w:rsid w:val="000D04B0"/>
    <w:rsid w:val="000F1C57"/>
    <w:rsid w:val="000F5615"/>
    <w:rsid w:val="00103AA3"/>
    <w:rsid w:val="0011298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1F31B0"/>
    <w:rsid w:val="0021229A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446F"/>
    <w:rsid w:val="00363F78"/>
    <w:rsid w:val="0038142B"/>
    <w:rsid w:val="003A0A5B"/>
    <w:rsid w:val="003A1176"/>
    <w:rsid w:val="003C0BAE"/>
    <w:rsid w:val="003D18A9"/>
    <w:rsid w:val="003D6CE2"/>
    <w:rsid w:val="003D6CE8"/>
    <w:rsid w:val="003E1941"/>
    <w:rsid w:val="003E2FE6"/>
    <w:rsid w:val="003E39E4"/>
    <w:rsid w:val="003E49D5"/>
    <w:rsid w:val="003E5ADB"/>
    <w:rsid w:val="003F205D"/>
    <w:rsid w:val="003F20DF"/>
    <w:rsid w:val="003F38C0"/>
    <w:rsid w:val="003F7D7B"/>
    <w:rsid w:val="00414E3C"/>
    <w:rsid w:val="0042244A"/>
    <w:rsid w:val="0042745A"/>
    <w:rsid w:val="00431D5C"/>
    <w:rsid w:val="004362C6"/>
    <w:rsid w:val="00437BDB"/>
    <w:rsid w:val="00437FA2"/>
    <w:rsid w:val="00445970"/>
    <w:rsid w:val="00461EFC"/>
    <w:rsid w:val="004652C2"/>
    <w:rsid w:val="004706D1"/>
    <w:rsid w:val="00471326"/>
    <w:rsid w:val="0047598D"/>
    <w:rsid w:val="004808A7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4A8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77C"/>
    <w:rsid w:val="005C696A"/>
    <w:rsid w:val="005E6E85"/>
    <w:rsid w:val="005F31D2"/>
    <w:rsid w:val="005F61A3"/>
    <w:rsid w:val="00603CE5"/>
    <w:rsid w:val="0061029B"/>
    <w:rsid w:val="00617230"/>
    <w:rsid w:val="00621CE1"/>
    <w:rsid w:val="00627FC9"/>
    <w:rsid w:val="006400D3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07481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90E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08AD"/>
    <w:rsid w:val="007D6E56"/>
    <w:rsid w:val="007F34E1"/>
    <w:rsid w:val="007F4155"/>
    <w:rsid w:val="00800F9E"/>
    <w:rsid w:val="0081159F"/>
    <w:rsid w:val="0081554D"/>
    <w:rsid w:val="0081707E"/>
    <w:rsid w:val="00821EB7"/>
    <w:rsid w:val="00834A06"/>
    <w:rsid w:val="008449B3"/>
    <w:rsid w:val="008552A2"/>
    <w:rsid w:val="0085635D"/>
    <w:rsid w:val="0085747A"/>
    <w:rsid w:val="00884922"/>
    <w:rsid w:val="00885F64"/>
    <w:rsid w:val="008917F9"/>
    <w:rsid w:val="008A45F7"/>
    <w:rsid w:val="008A467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3CC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569E"/>
    <w:rsid w:val="00A00ECC"/>
    <w:rsid w:val="00A155EE"/>
    <w:rsid w:val="00A2245B"/>
    <w:rsid w:val="00A30110"/>
    <w:rsid w:val="00A36899"/>
    <w:rsid w:val="00A371F6"/>
    <w:rsid w:val="00A43920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18D"/>
    <w:rsid w:val="00B135B1"/>
    <w:rsid w:val="00B1607E"/>
    <w:rsid w:val="00B3130B"/>
    <w:rsid w:val="00B325B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4861"/>
    <w:rsid w:val="00BF2C41"/>
    <w:rsid w:val="00C058B4"/>
    <w:rsid w:val="00C05F44"/>
    <w:rsid w:val="00C131B5"/>
    <w:rsid w:val="00C16ABF"/>
    <w:rsid w:val="00C170AE"/>
    <w:rsid w:val="00C268FB"/>
    <w:rsid w:val="00C26CB7"/>
    <w:rsid w:val="00C324C1"/>
    <w:rsid w:val="00C36037"/>
    <w:rsid w:val="00C36992"/>
    <w:rsid w:val="00C56036"/>
    <w:rsid w:val="00C61DC5"/>
    <w:rsid w:val="00C67E92"/>
    <w:rsid w:val="00C70A26"/>
    <w:rsid w:val="00C7344E"/>
    <w:rsid w:val="00C766DF"/>
    <w:rsid w:val="00C94B98"/>
    <w:rsid w:val="00CA2B96"/>
    <w:rsid w:val="00CA2FA0"/>
    <w:rsid w:val="00CA5089"/>
    <w:rsid w:val="00CD6897"/>
    <w:rsid w:val="00CE5BAC"/>
    <w:rsid w:val="00CF25BE"/>
    <w:rsid w:val="00CF78ED"/>
    <w:rsid w:val="00D02B25"/>
    <w:rsid w:val="00D02EBA"/>
    <w:rsid w:val="00D06B1F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67B5"/>
    <w:rsid w:val="00DA2114"/>
    <w:rsid w:val="00DC455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A75DB"/>
    <w:rsid w:val="00EC36AF"/>
    <w:rsid w:val="00EC4899"/>
    <w:rsid w:val="00EC6AEC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87322"/>
  <w15:docId w15:val="{C8C50CC7-695B-4BC2-B5CA-27B8AD023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7E084-554E-447C-8A1E-742EC0802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37</TotalTime>
  <Pages>1</Pages>
  <Words>1173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14</cp:revision>
  <cp:lastPrinted>2019-02-06T12:12:00Z</cp:lastPrinted>
  <dcterms:created xsi:type="dcterms:W3CDTF">2020-02-12T09:48:00Z</dcterms:created>
  <dcterms:modified xsi:type="dcterms:W3CDTF">2021-09-06T10:40:00Z</dcterms:modified>
</cp:coreProperties>
</file>